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AC" w:rsidRPr="00122970" w:rsidRDefault="00447AA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447AAC" w:rsidRDefault="00447AA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447AAC" w:rsidRPr="00371B2B" w:rsidRDefault="00447AA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447AAC" w:rsidRPr="00371B2B" w:rsidRDefault="00447AAC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447AAC" w:rsidRDefault="00447AA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447AAC" w:rsidRPr="00371B2B" w:rsidRDefault="00447AAC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447AAC" w:rsidRPr="00371B2B" w:rsidRDefault="00447AA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447AAC" w:rsidRDefault="00447AAC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447AAC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Szkół w Chorzelowie</w:t>
      </w:r>
    </w:p>
    <w:p w:rsidR="00447AAC" w:rsidRPr="00144DB4" w:rsidRDefault="00447AAC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Mielec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Głowackiego 5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39-300 Mielec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447AAC" w:rsidRPr="00371B2B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447AAC" w:rsidRDefault="00447AAC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447AAC" w:rsidRPr="00122970" w:rsidRDefault="00447AA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447AAC" w:rsidRPr="00371B2B" w:rsidRDefault="00447AA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447AAC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447AAC" w:rsidRPr="00122970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447AAC" w:rsidRPr="00F36C31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447AAC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447AAC" w:rsidRPr="00122970" w:rsidRDefault="00447AAC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447AAC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Chorzelów 316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39-331 Chorzelów</w:t>
      </w:r>
    </w:p>
    <w:p w:rsidR="00447AAC" w:rsidRPr="00F36C31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447AAC" w:rsidRPr="00F36C31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447AAC" w:rsidRPr="00122970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447AAC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zs_chorzelow@poczta.onet.pl</w:t>
      </w:r>
    </w:p>
    <w:p w:rsidR="00447AAC" w:rsidRPr="00F36C31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447AAC" w:rsidRPr="007D3844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447AAC" w:rsidRPr="00122970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447AAC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584-14-22</w:t>
      </w:r>
    </w:p>
    <w:p w:rsidR="00447AAC" w:rsidRPr="00F36C31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447AAC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447AAC" w:rsidRPr="00122970" w:rsidRDefault="00447AA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447AAC" w:rsidRPr="00371B2B" w:rsidRDefault="00447AAC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8171981902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447AAC" w:rsidRDefault="00447AAC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447AAC" w:rsidRDefault="00447AA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447AAC" w:rsidRPr="00371B2B" w:rsidTr="006A1006">
        <w:tc>
          <w:tcPr>
            <w:tcW w:w="421" w:type="dxa"/>
          </w:tcPr>
          <w:p w:rsidR="00447AAC" w:rsidRPr="006930BA" w:rsidRDefault="00447AA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447AAC" w:rsidRPr="00371B2B" w:rsidRDefault="00447AA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447AAC" w:rsidRDefault="00447AA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447AAC" w:rsidRPr="00371B2B" w:rsidRDefault="00447AA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447AAC" w:rsidRPr="00371B2B" w:rsidRDefault="00447AAC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447AAC" w:rsidRPr="00371B2B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447AAC" w:rsidRDefault="00447AAC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447AAC" w:rsidRPr="00371B2B" w:rsidRDefault="00447AAC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447AAC" w:rsidRPr="00371B2B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447AAC" w:rsidRDefault="00447AA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447AAC" w:rsidRDefault="00447AA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447AAC" w:rsidRPr="00371B2B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447AAC" w:rsidRPr="00371B2B" w:rsidRDefault="00447AAC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Pr="009C5635" w:rsidRDefault="00447AA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447AAC" w:rsidRPr="009C5635" w:rsidRDefault="00447AA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9C5635" w:rsidTr="006A1006">
        <w:tc>
          <w:tcPr>
            <w:tcW w:w="421" w:type="dxa"/>
          </w:tcPr>
          <w:p w:rsidR="00447AAC" w:rsidRPr="009C5635" w:rsidRDefault="00447AA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Pr="009C5635" w:rsidRDefault="00447AA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447AAC" w:rsidRPr="009C5635" w:rsidRDefault="00447AA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9C5635" w:rsidTr="006A1006">
        <w:tc>
          <w:tcPr>
            <w:tcW w:w="421" w:type="dxa"/>
          </w:tcPr>
          <w:p w:rsidR="00447AAC" w:rsidRPr="009C5635" w:rsidRDefault="00447AA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Pr="009C5635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447AAC" w:rsidRPr="009C5635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9C5635" w:rsidTr="006A1006">
        <w:tc>
          <w:tcPr>
            <w:tcW w:w="421" w:type="dxa"/>
          </w:tcPr>
          <w:p w:rsidR="00447AAC" w:rsidRPr="009C5635" w:rsidRDefault="00447AA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Pr="009C5635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447AAC" w:rsidRPr="009C5635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9C5635" w:rsidTr="006A1006">
        <w:tc>
          <w:tcPr>
            <w:tcW w:w="421" w:type="dxa"/>
          </w:tcPr>
          <w:p w:rsidR="00447AAC" w:rsidRPr="009C5635" w:rsidRDefault="00447AA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447AAC" w:rsidRPr="00371B2B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447AAC" w:rsidRDefault="00447AA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447AAC" w:rsidRPr="00371B2B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Pr="00371B2B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447AAC" w:rsidRPr="00371B2B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447AAC" w:rsidRDefault="00447AA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447AAC" w:rsidRDefault="00447AA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447AAC" w:rsidRDefault="00447AAC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447AAC" w:rsidRDefault="00447AA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447AAC" w:rsidRPr="008611E1" w:rsidRDefault="00447AA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Default="00447AA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447AAC" w:rsidRPr="008611E1" w:rsidRDefault="00447AA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447AAC" w:rsidRPr="00371B2B" w:rsidTr="006A1006">
        <w:tc>
          <w:tcPr>
            <w:tcW w:w="421" w:type="dxa"/>
          </w:tcPr>
          <w:p w:rsidR="00447AAC" w:rsidRPr="00371B2B" w:rsidRDefault="00447AA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447AAC" w:rsidRPr="00763E28" w:rsidRDefault="00447AAC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447AAC" w:rsidRPr="00371B2B" w:rsidRDefault="00447AA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447AAC" w:rsidRPr="009C5635" w:rsidRDefault="00447AAC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447AAC" w:rsidRPr="00AD7837" w:rsidTr="00617577">
        <w:trPr>
          <w:trHeight w:val="413"/>
        </w:trPr>
        <w:tc>
          <w:tcPr>
            <w:tcW w:w="534" w:type="dxa"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447AAC" w:rsidRPr="00AD7837" w:rsidRDefault="00447AAC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447AAC" w:rsidRPr="00AD7837" w:rsidTr="00617577">
        <w:trPr>
          <w:trHeight w:val="559"/>
        </w:trPr>
        <w:tc>
          <w:tcPr>
            <w:tcW w:w="534" w:type="dxa"/>
            <w:vMerge w:val="restart"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447AAC" w:rsidRPr="00AD7837" w:rsidRDefault="00447AAC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447AAC" w:rsidRPr="00AD7837" w:rsidRDefault="00447AA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447AAC" w:rsidRPr="00A33AEA" w:rsidRDefault="00447AA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447AAC" w:rsidRPr="00AD7837" w:rsidTr="00617577">
        <w:trPr>
          <w:trHeight w:val="318"/>
        </w:trPr>
        <w:tc>
          <w:tcPr>
            <w:tcW w:w="534" w:type="dxa"/>
            <w:vMerge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47AAC" w:rsidRPr="00AD7837" w:rsidRDefault="00447AA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447AAC" w:rsidRPr="00AD7837" w:rsidRDefault="00447AA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447AAC" w:rsidRPr="00AD7837" w:rsidTr="00617577">
        <w:trPr>
          <w:trHeight w:val="962"/>
        </w:trPr>
        <w:tc>
          <w:tcPr>
            <w:tcW w:w="534" w:type="dxa"/>
            <w:vMerge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447AAC" w:rsidRPr="00AD7837" w:rsidRDefault="00447AA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447AAC" w:rsidRPr="00AD7837" w:rsidRDefault="00447AA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447AAC" w:rsidRPr="00AD7837" w:rsidRDefault="00447AA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447AAC" w:rsidRPr="00AD7837" w:rsidTr="00617577">
        <w:trPr>
          <w:trHeight w:val="408"/>
        </w:trPr>
        <w:tc>
          <w:tcPr>
            <w:tcW w:w="534" w:type="dxa"/>
            <w:vAlign w:val="center"/>
          </w:tcPr>
          <w:p w:rsidR="00447AAC" w:rsidRPr="00412B9E" w:rsidRDefault="00447AAC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47AAC" w:rsidRPr="00412B9E" w:rsidRDefault="00447AA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8018590365500019354564</w:t>
            </w:r>
          </w:p>
        </w:tc>
        <w:tc>
          <w:tcPr>
            <w:tcW w:w="1701" w:type="dxa"/>
            <w:vAlign w:val="center"/>
          </w:tcPr>
          <w:p w:rsidR="00447AAC" w:rsidRDefault="00447AA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Chorzelów 316</w:t>
            </w:r>
          </w:p>
          <w:p w:rsidR="00447AAC" w:rsidRPr="00412B9E" w:rsidRDefault="00447AA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39-331 Chorzelów</w:t>
            </w:r>
          </w:p>
        </w:tc>
        <w:tc>
          <w:tcPr>
            <w:tcW w:w="1075" w:type="dxa"/>
            <w:vAlign w:val="center"/>
          </w:tcPr>
          <w:p w:rsidR="00447AAC" w:rsidRPr="00412B9E" w:rsidRDefault="00447AA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47AAC" w:rsidRPr="00412B9E" w:rsidRDefault="00447AA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47AAC" w:rsidRPr="00412B9E" w:rsidRDefault="00447AA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47AAC" w:rsidRPr="00412B9E" w:rsidRDefault="00447AAC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447AAC" w:rsidRPr="00412B9E" w:rsidRDefault="00055056" w:rsidP="0005505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447AAC" w:rsidRPr="00AD7837" w:rsidTr="00617577">
        <w:trPr>
          <w:trHeight w:val="444"/>
        </w:trPr>
        <w:tc>
          <w:tcPr>
            <w:tcW w:w="534" w:type="dxa"/>
            <w:vAlign w:val="center"/>
          </w:tcPr>
          <w:p w:rsidR="00447AAC" w:rsidRPr="00412B9E" w:rsidRDefault="00447AAC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447AAC" w:rsidRPr="00412B9E" w:rsidRDefault="00447AAC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8018590365500085548706</w:t>
            </w:r>
          </w:p>
        </w:tc>
        <w:tc>
          <w:tcPr>
            <w:tcW w:w="1701" w:type="dxa"/>
            <w:vAlign w:val="center"/>
          </w:tcPr>
          <w:p w:rsidR="00447AAC" w:rsidRDefault="00447AAC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Chorzelów 316</w:t>
            </w:r>
          </w:p>
          <w:p w:rsidR="00447AAC" w:rsidRPr="00412B9E" w:rsidRDefault="00447AAC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39-331 Chorzeló</w:t>
            </w:r>
            <w:r w:rsidR="00717B8A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1075" w:type="dxa"/>
            <w:vAlign w:val="center"/>
          </w:tcPr>
          <w:p w:rsidR="00447AAC" w:rsidRPr="00412B9E" w:rsidRDefault="00447AA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47AAC" w:rsidRPr="00412B9E" w:rsidRDefault="00447AA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47AAC" w:rsidRPr="00412B9E" w:rsidRDefault="00447AA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47AAC" w:rsidRPr="00412B9E" w:rsidRDefault="00447AAC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447AAC" w:rsidRPr="00412B9E" w:rsidRDefault="00055056" w:rsidP="0005505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447AAC" w:rsidRPr="008611E1" w:rsidRDefault="00447AAC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447AAC" w:rsidRPr="008611E1" w:rsidRDefault="00447AA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447AAC" w:rsidRDefault="00447AA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447AAC" w:rsidRDefault="00447AAC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447AAC" w:rsidRPr="004760F6" w:rsidTr="002C13B3">
        <w:trPr>
          <w:trHeight w:val="309"/>
        </w:trPr>
        <w:tc>
          <w:tcPr>
            <w:tcW w:w="2694" w:type="dxa"/>
          </w:tcPr>
          <w:p w:rsidR="00447AAC" w:rsidRPr="004760F6" w:rsidRDefault="00447AAC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447AAC" w:rsidRPr="004760F6" w:rsidRDefault="00447AA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447AAC" w:rsidRPr="004760F6" w:rsidRDefault="00447AA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447AAC" w:rsidRPr="004760F6" w:rsidTr="002C13B3">
        <w:trPr>
          <w:trHeight w:val="689"/>
        </w:trPr>
        <w:tc>
          <w:tcPr>
            <w:tcW w:w="2694" w:type="dxa"/>
          </w:tcPr>
          <w:p w:rsidR="00447AAC" w:rsidRPr="004760F6" w:rsidRDefault="00447AA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447AAC" w:rsidRPr="004760F6" w:rsidRDefault="00447AA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447AAC" w:rsidRPr="004760F6" w:rsidRDefault="00447AAC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447AAC" w:rsidRPr="00B63457" w:rsidRDefault="00447AAC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447AAC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E6E" w:rsidRDefault="009F6E6E">
      <w:r>
        <w:separator/>
      </w:r>
    </w:p>
  </w:endnote>
  <w:endnote w:type="continuationSeparator" w:id="0">
    <w:p w:rsidR="009F6E6E" w:rsidRDefault="009F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E6E" w:rsidRDefault="009F6E6E">
      <w:r>
        <w:separator/>
      </w:r>
    </w:p>
  </w:footnote>
  <w:footnote w:type="continuationSeparator" w:id="0">
    <w:p w:rsidR="009F6E6E" w:rsidRDefault="009F6E6E">
      <w:r>
        <w:continuationSeparator/>
      </w:r>
    </w:p>
  </w:footnote>
  <w:footnote w:id="1">
    <w:p w:rsidR="00447AAC" w:rsidRPr="00EF7F64" w:rsidRDefault="00447AA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447AAC" w:rsidRPr="00EF7F64" w:rsidRDefault="00447AA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447AAC" w:rsidRPr="00EF7F64" w:rsidRDefault="00447AAC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447AAC" w:rsidRDefault="00447AAC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447AAC" w:rsidRPr="00822183" w:rsidRDefault="00447AAC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447AAC" w:rsidRDefault="00447AAC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447AAC" w:rsidRPr="00D23820" w:rsidRDefault="00447AAC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447AAC" w:rsidRPr="008611E1" w:rsidRDefault="00447AAC">
      <w:pPr>
        <w:pStyle w:val="Tekstprzypisudolnego"/>
        <w:rPr>
          <w:sz w:val="2"/>
          <w:szCs w:val="2"/>
        </w:rPr>
      </w:pPr>
    </w:p>
  </w:footnote>
  <w:footnote w:id="9">
    <w:p w:rsidR="00447AAC" w:rsidRPr="008611E1" w:rsidRDefault="00447AAC" w:rsidP="00CD0317">
      <w:pPr>
        <w:pStyle w:val="Tekstprzypisudolnego"/>
        <w:rPr>
          <w:sz w:val="2"/>
          <w:szCs w:val="2"/>
        </w:rPr>
      </w:pPr>
    </w:p>
  </w:footnote>
  <w:footnote w:id="10">
    <w:p w:rsidR="00447AAC" w:rsidRPr="008611E1" w:rsidRDefault="00447AAC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82E" w:rsidRPr="00122970" w:rsidRDefault="0093282E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055056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056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6BAE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47AAC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B8A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282E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59A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8D0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9F6E6E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FC5C330-D8A6-4F81-ABA3-0BD336858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</TotalTime>
  <Pages>5</Pages>
  <Words>1159</Words>
  <Characters>6959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2022-07-03T12:38:00Z</dcterms:created>
  <dcterms:modified xsi:type="dcterms:W3CDTF">2022-08-09T13:02:00Z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